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30EAAC" w14:textId="77777777" w:rsidR="0073296D" w:rsidRPr="008D7175" w:rsidRDefault="002B1B2C" w:rsidP="00286567">
      <w:pPr>
        <w:ind w:left="720" w:hanging="720"/>
        <w:jc w:val="center"/>
        <w:rPr>
          <w:rFonts w:asciiTheme="minorHAnsi" w:hAnsiTheme="minorHAnsi" w:cstheme="minorHAnsi"/>
          <w:b/>
          <w:sz w:val="22"/>
        </w:rPr>
      </w:pPr>
      <w:bookmarkStart w:id="0" w:name="_GoBack"/>
      <w:bookmarkEnd w:id="0"/>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1"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1" w:name="_Hlk80018421"/>
    </w:p>
    <w:p w14:paraId="738827E1" w14:textId="06CD74C3"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w:t>
      </w:r>
      <w:r w:rsidR="00F83F3B">
        <w:rPr>
          <w:rFonts w:asciiTheme="minorHAnsi" w:hAnsiTheme="minorHAnsi" w:cstheme="minorHAnsi"/>
          <w:color w:val="000000"/>
        </w:rPr>
        <w:t xml:space="preserve"> </w:t>
      </w:r>
      <w:r w:rsidR="00F83F3B">
        <w:rPr>
          <w:rFonts w:ascii="Calibri" w:hAnsi="Calibri" w:cs="Calibri"/>
          <w:color w:val="000000"/>
        </w:rPr>
        <w:t>should match the amount entered</w:t>
      </w:r>
      <w:r w:rsidR="00F83F3B">
        <w:rPr>
          <w:rFonts w:ascii="Calibri" w:eastAsia="Calibri" w:hAnsi="Calibri" w:cs="Calibri"/>
          <w:lang w:eastAsia="ja-JP"/>
        </w:rPr>
        <w:t xml:space="preserve"> that State agencies spent in the one-year period </w:t>
      </w:r>
      <w:r w:rsidR="00F83F3B" w:rsidRPr="001C14D1">
        <w:rPr>
          <w:rFonts w:ascii="Calibri" w:eastAsia="Calibri" w:hAnsi="Calibri" w:cs="Calibri"/>
          <w:lang w:eastAsia="ja-JP"/>
        </w:rPr>
        <w:t>of 2023 to 2024. This amount is $</w:t>
      </w:r>
      <w:r w:rsidR="001C14D1" w:rsidRPr="001C14D1">
        <w:rPr>
          <w:rFonts w:ascii="Calibri" w:eastAsia="Calibri" w:hAnsi="Calibri" w:cs="Calibri"/>
          <w:lang w:eastAsia="ja-JP"/>
        </w:rPr>
        <w:t>1</w:t>
      </w:r>
      <w:r w:rsidR="001C14D1">
        <w:rPr>
          <w:rFonts w:ascii="Calibri" w:eastAsia="Calibri" w:hAnsi="Calibri" w:cs="Calibri"/>
          <w:lang w:eastAsia="ja-JP"/>
        </w:rPr>
        <w:t>,000,000.00</w:t>
      </w:r>
      <w:r w:rsidR="00F83F3B">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F83F3B">
        <w:rPr>
          <w:rFonts w:ascii="Calibri" w:hAnsi="Calibri" w:cs="Calibri"/>
        </w:rPr>
        <w:t> </w:t>
      </w:r>
      <w:bookmarkStart w:id="2" w:name="_Hlk78938289"/>
      <w:r w:rsidR="00F83F3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2"/>
    </w:p>
    <w:p w14:paraId="1577A0F6" w14:textId="77777777" w:rsidR="006045CC" w:rsidRPr="008D7175" w:rsidRDefault="006045CC" w:rsidP="00404F0D">
      <w:pPr>
        <w:rPr>
          <w:rFonts w:asciiTheme="minorHAnsi" w:hAnsiTheme="minorHAnsi" w:cstheme="minorHAnsi"/>
        </w:rPr>
      </w:pPr>
    </w:p>
    <w:bookmarkEnd w:id="1"/>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2">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3">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4">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5">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6">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7"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8"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784D0357"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F83F3B">
              <w:rPr>
                <w:rFonts w:asciiTheme="minorHAnsi" w:hAnsiTheme="minorHAnsi" w:cstheme="minorBidi"/>
                <w:b/>
                <w:bCs/>
                <w:sz w:val="22"/>
                <w:szCs w:val="22"/>
              </w:rPr>
              <w:t>25-81332</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6BAC1FD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1C14D1">
              <w:rPr>
                <w:rFonts w:asciiTheme="minorHAnsi" w:hAnsiTheme="minorHAnsi" w:cstheme="minorHAnsi"/>
                <w:b/>
                <w:sz w:val="22"/>
              </w:rPr>
              <w:t>1,000,000.00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17E4E" w14:textId="77777777" w:rsidR="005C402D" w:rsidRDefault="005C402D">
      <w:pPr>
        <w:spacing w:line="20" w:lineRule="exact"/>
      </w:pPr>
    </w:p>
  </w:endnote>
  <w:endnote w:type="continuationSeparator" w:id="0">
    <w:p w14:paraId="3B35B4C5" w14:textId="77777777" w:rsidR="005C402D" w:rsidRDefault="005C402D">
      <w:r>
        <w:t xml:space="preserve"> </w:t>
      </w:r>
    </w:p>
  </w:endnote>
  <w:endnote w:type="continuationNotice" w:id="1">
    <w:p w14:paraId="309E15FE" w14:textId="77777777" w:rsidR="005C402D" w:rsidRDefault="005C402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B9745C">
      <w:rPr>
        <w:rStyle w:val="PageNumber"/>
        <w:rFonts w:ascii="Calibri" w:hAnsi="Calibri"/>
        <w:noProof/>
        <w:sz w:val="20"/>
      </w:rPr>
      <w:t>1</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0EACD" w14:textId="77777777" w:rsidR="005C402D" w:rsidRDefault="005C402D">
      <w:r>
        <w:separator/>
      </w:r>
    </w:p>
  </w:footnote>
  <w:footnote w:type="continuationSeparator" w:id="0">
    <w:p w14:paraId="13A73EC4" w14:textId="77777777" w:rsidR="005C402D" w:rsidRDefault="005C402D">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609F"/>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14D1"/>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C402D"/>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25E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68CA"/>
    <w:rsid w:val="00B67DF7"/>
    <w:rsid w:val="00B825E6"/>
    <w:rsid w:val="00B84812"/>
    <w:rsid w:val="00B85D16"/>
    <w:rsid w:val="00B8617A"/>
    <w:rsid w:val="00B90F6B"/>
    <w:rsid w:val="00B9489D"/>
    <w:rsid w:val="00B9745C"/>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3F3B"/>
    <w:rsid w:val="00F85EB5"/>
    <w:rsid w:val="00F92168"/>
    <w:rsid w:val="00F9343C"/>
    <w:rsid w:val="00FB6ABB"/>
    <w:rsid w:val="00FB78CB"/>
    <w:rsid w:val="00FC25A6"/>
    <w:rsid w:val="00FD1255"/>
    <w:rsid w:val="00FD14CE"/>
    <w:rsid w:val="00FD302B"/>
    <w:rsid w:val="00FE280A"/>
    <w:rsid w:val="00FE6070"/>
    <w:rsid w:val="00FE74DE"/>
    <w:rsid w:val="00FF5889"/>
    <w:rsid w:val="00FF6688"/>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erans.certify.sba.gov/"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veterans.certify.sba.gov/"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4.xml><?xml version="1.0" encoding="utf-8"?>
<ds:datastoreItem xmlns:ds="http://schemas.openxmlformats.org/officeDocument/2006/customXml" ds:itemID="{82BD8269-E0DD-4B16-B9FE-17BE0CBA5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Sam Roberts</cp:lastModifiedBy>
  <cp:revision>2</cp:revision>
  <cp:lastPrinted>2015-04-22T14:59:00Z</cp:lastPrinted>
  <dcterms:created xsi:type="dcterms:W3CDTF">2024-11-12T20:48:00Z</dcterms:created>
  <dcterms:modified xsi:type="dcterms:W3CDTF">2024-11-12T20:48:00Z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